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83D" w:rsidRPr="0092453A" w:rsidRDefault="005955CF" w:rsidP="005955CF">
      <w:pPr>
        <w:jc w:val="center"/>
        <w:rPr>
          <w:rFonts w:asciiTheme="majorHAnsi" w:hAnsiTheme="majorHAnsi"/>
          <w:sz w:val="72"/>
          <w:szCs w:val="72"/>
        </w:rPr>
      </w:pPr>
      <w:r w:rsidRPr="0092453A">
        <w:rPr>
          <w:rFonts w:asciiTheme="majorHAnsi" w:hAnsiTheme="majorHAnsi"/>
          <w:sz w:val="72"/>
          <w:szCs w:val="72"/>
        </w:rPr>
        <w:t>Abseiling</w:t>
      </w:r>
    </w:p>
    <w:p w:rsidR="005955CF" w:rsidRPr="0092453A" w:rsidRDefault="005955CF" w:rsidP="005955CF">
      <w:pPr>
        <w:jc w:val="center"/>
        <w:rPr>
          <w:rFonts w:asciiTheme="majorHAnsi" w:hAnsiTheme="majorHAnsi"/>
          <w:sz w:val="72"/>
          <w:szCs w:val="72"/>
        </w:rPr>
      </w:pPr>
      <w:r w:rsidRPr="0092453A">
        <w:rPr>
          <w:rFonts w:asciiTheme="majorHAnsi" w:hAnsiTheme="majorHAnsi"/>
          <w:sz w:val="72"/>
          <w:szCs w:val="72"/>
        </w:rPr>
        <w:t>Moment in Time</w:t>
      </w:r>
    </w:p>
    <w:p w:rsidR="005955CF" w:rsidRPr="0092453A" w:rsidRDefault="005955CF" w:rsidP="005955CF">
      <w:pPr>
        <w:rPr>
          <w:rFonts w:ascii="Baskerville Old Face" w:hAnsi="Baskerville Old Face"/>
          <w:sz w:val="40"/>
          <w:szCs w:val="40"/>
        </w:rPr>
      </w:pPr>
      <w:r w:rsidRPr="0092453A">
        <w:rPr>
          <w:rFonts w:ascii="Baskerville Old Face" w:hAnsi="Baskerville Old Face"/>
          <w:sz w:val="40"/>
          <w:szCs w:val="40"/>
        </w:rPr>
        <w:t xml:space="preserve">I looked down anxiously. The ground was far, far away. </w:t>
      </w:r>
      <w:bookmarkStart w:id="0" w:name="_GoBack"/>
      <w:bookmarkEnd w:id="0"/>
      <w:r w:rsidRPr="0092453A">
        <w:rPr>
          <w:rFonts w:ascii="Baskerville Old Face" w:hAnsi="Baskerville Old Face"/>
          <w:sz w:val="40"/>
          <w:szCs w:val="40"/>
        </w:rPr>
        <w:t>To me, it looked like a hungry, fierce crocodile’s mouth, clashing his jaws waiting for me to fall down into it… I gulped hard at the horrible thought and tried to keep it away. I took a small step and let out some rope out. I leaned back like lying on a comfy bed in mid-air but then quickly took another step. I was still afraid of falling. Now it was the steep part. I leaned back and let out more rope. More, more, more…</w:t>
      </w:r>
    </w:p>
    <w:p w:rsidR="005955CF" w:rsidRPr="0092453A" w:rsidRDefault="005955CF" w:rsidP="005955CF">
      <w:pPr>
        <w:rPr>
          <w:rFonts w:ascii="Baskerville Old Face" w:hAnsi="Baskerville Old Face"/>
          <w:sz w:val="40"/>
          <w:szCs w:val="40"/>
        </w:rPr>
      </w:pPr>
      <w:r w:rsidRPr="0092453A">
        <w:rPr>
          <w:rFonts w:ascii="Baskerville Old Face" w:hAnsi="Baskerville Old Face"/>
          <w:sz w:val="40"/>
          <w:szCs w:val="40"/>
        </w:rPr>
        <w:t xml:space="preserve">My forehead was damp with sweat. I gripped my white hands on the rope even tighter and breathed slowly, in and out. Now the ground looked like a kind, warm mother’s chest, waiting for me to jump into them, wrapping me warm with lovely arms. </w:t>
      </w:r>
    </w:p>
    <w:p w:rsidR="005955CF" w:rsidRPr="0092453A" w:rsidRDefault="00274BC2" w:rsidP="005955CF">
      <w:pPr>
        <w:rPr>
          <w:rFonts w:ascii="Baskerville Old Face" w:hAnsi="Baskerville Old Face"/>
          <w:sz w:val="40"/>
          <w:szCs w:val="40"/>
        </w:rPr>
      </w:pPr>
      <w:r w:rsidRPr="0092453A">
        <w:rPr>
          <w:rFonts w:ascii="Baskerville Old Face" w:hAnsi="Baskerville Old Face"/>
          <w:sz w:val="40"/>
          <w:szCs w:val="40"/>
        </w:rPr>
        <w:t>I took a few more steps and leaned back as I let out more and more rope. There were just a few metres left. I leaned back even more. I looked up and saw a long wall. Have I really gone that far? I just couldn’t believe it. Relief spread through my mind. Now it is going to be easy.</w:t>
      </w:r>
    </w:p>
    <w:p w:rsidR="00274BC2" w:rsidRPr="0092453A" w:rsidRDefault="00274BC2" w:rsidP="005955CF">
      <w:pPr>
        <w:rPr>
          <w:rFonts w:ascii="Baskerville Old Face" w:hAnsi="Baskerville Old Face"/>
          <w:sz w:val="40"/>
          <w:szCs w:val="40"/>
        </w:rPr>
      </w:pPr>
      <w:r w:rsidRPr="0092453A">
        <w:rPr>
          <w:rFonts w:ascii="Baskerville Old Face" w:hAnsi="Baskerville Old Face"/>
          <w:sz w:val="40"/>
          <w:szCs w:val="40"/>
        </w:rPr>
        <w:lastRenderedPageBreak/>
        <w:t xml:space="preserve">I felt like skipping happily through a beautiful, refreshing flower garden when I took my last few steps. I was extremely glad when my legs reached the ground. </w:t>
      </w:r>
    </w:p>
    <w:p w:rsidR="00274BC2" w:rsidRDefault="00274BC2" w:rsidP="005955CF">
      <w:pPr>
        <w:rPr>
          <w:rFonts w:ascii="Baskerville Old Face" w:hAnsi="Baskerville Old Face"/>
          <w:sz w:val="40"/>
          <w:szCs w:val="40"/>
        </w:rPr>
      </w:pPr>
      <w:r w:rsidRPr="0092453A">
        <w:rPr>
          <w:rFonts w:ascii="Baskerville Old Face" w:hAnsi="Baskerville Old Face"/>
          <w:sz w:val="40"/>
          <w:szCs w:val="40"/>
        </w:rPr>
        <w:t>I am never going to do that again, I told myself over and over again as I unclipped my harness quickly. I felt very glad when I climbed up to watch the others do it. They all seemed petrified enormously just like me before.</w:t>
      </w:r>
    </w:p>
    <w:p w:rsidR="0092453A" w:rsidRPr="0092453A" w:rsidRDefault="0092453A" w:rsidP="005955CF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>But it felt much better to have it over and done with. I guess it was a little fun.</w:t>
      </w:r>
    </w:p>
    <w:p w:rsidR="00274BC2" w:rsidRPr="0092453A" w:rsidRDefault="00274BC2" w:rsidP="005955CF">
      <w:pPr>
        <w:rPr>
          <w:rFonts w:ascii="Baskerville Old Face" w:hAnsi="Baskerville Old Face"/>
          <w:sz w:val="40"/>
          <w:szCs w:val="40"/>
        </w:rPr>
      </w:pPr>
    </w:p>
    <w:p w:rsidR="00274BC2" w:rsidRPr="0092453A" w:rsidRDefault="00274BC2" w:rsidP="005955CF">
      <w:pPr>
        <w:rPr>
          <w:rFonts w:ascii="Baskerville Old Face" w:hAnsi="Baskerville Old Face"/>
          <w:sz w:val="40"/>
          <w:szCs w:val="40"/>
        </w:rPr>
      </w:pPr>
      <w:r w:rsidRPr="0092453A">
        <w:rPr>
          <w:rFonts w:ascii="Baskerville Old Face" w:hAnsi="Baskerville Old Face"/>
          <w:sz w:val="40"/>
          <w:szCs w:val="40"/>
        </w:rPr>
        <w:t>By Honoka</w:t>
      </w:r>
    </w:p>
    <w:sectPr w:rsidR="00274BC2" w:rsidRPr="0092453A" w:rsidSect="0092453A">
      <w:pgSz w:w="11906" w:h="16838"/>
      <w:pgMar w:top="1440" w:right="1440" w:bottom="1440" w:left="1440" w:header="708" w:footer="708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3D"/>
    <w:rsid w:val="00274BC2"/>
    <w:rsid w:val="005955CF"/>
    <w:rsid w:val="0092453A"/>
    <w:rsid w:val="00B3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59AA0A40</Template>
  <TotalTime>23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3</cp:revision>
  <cp:lastPrinted>2012-03-21T20:13:00Z</cp:lastPrinted>
  <dcterms:created xsi:type="dcterms:W3CDTF">2012-03-18T23:16:00Z</dcterms:created>
  <dcterms:modified xsi:type="dcterms:W3CDTF">2012-03-21T20:15:00Z</dcterms:modified>
</cp:coreProperties>
</file>